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A34B99" w14:textId="2FA3E167" w:rsidR="00025386" w:rsidRPr="007578B3" w:rsidRDefault="00657A47" w:rsidP="00E3651A">
      <w:pPr>
        <w:pStyle w:val="Nagwek4"/>
        <w:spacing w:after="600" w:line="276" w:lineRule="auto"/>
        <w:rPr>
          <w:rFonts w:ascii="Cambria" w:hAnsi="Cambria"/>
          <w:bCs/>
          <w:i w:val="0"/>
          <w:szCs w:val="24"/>
        </w:rPr>
      </w:pPr>
      <w:bookmarkStart w:id="0" w:name="_Hlk60301409"/>
      <w:r w:rsidRPr="007578B3">
        <w:rPr>
          <w:rFonts w:ascii="Cambria" w:hAnsi="Cambria"/>
          <w:bCs/>
          <w:i w:val="0"/>
          <w:szCs w:val="24"/>
        </w:rPr>
        <w:t xml:space="preserve">Załącznik nr </w:t>
      </w:r>
      <w:r w:rsidR="007578B3">
        <w:rPr>
          <w:rFonts w:ascii="Cambria" w:hAnsi="Cambria"/>
          <w:bCs/>
          <w:i w:val="0"/>
          <w:szCs w:val="24"/>
        </w:rPr>
        <w:t>5</w:t>
      </w:r>
      <w:r w:rsidR="007666D6" w:rsidRPr="007578B3">
        <w:rPr>
          <w:rFonts w:ascii="Cambria" w:hAnsi="Cambria"/>
          <w:bCs/>
          <w:i w:val="0"/>
          <w:szCs w:val="24"/>
        </w:rPr>
        <w:t xml:space="preserve"> do SWZ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7578B3" w14:paraId="781087DF" w14:textId="77777777" w:rsidTr="00E3651A">
        <w:tc>
          <w:tcPr>
            <w:tcW w:w="9062" w:type="dxa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F2F2F2" w:themeFill="background1" w:themeFillShade="F2"/>
            <w:hideMark/>
          </w:tcPr>
          <w:p w14:paraId="253B6CD8" w14:textId="77777777" w:rsidR="00E3651A" w:rsidRPr="007578B3" w:rsidRDefault="008D442B" w:rsidP="00E3651A">
            <w:pPr>
              <w:spacing w:before="360" w:after="0"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7578B3">
              <w:rPr>
                <w:rFonts w:ascii="Cambria" w:hAnsi="Cambria"/>
                <w:b/>
                <w:sz w:val="32"/>
                <w:szCs w:val="32"/>
              </w:rPr>
              <w:t xml:space="preserve">OŚWIADCZENIE </w:t>
            </w:r>
          </w:p>
          <w:p w14:paraId="7082F263" w14:textId="77777777" w:rsidR="00E3651A" w:rsidRPr="007578B3" w:rsidRDefault="008D442B" w:rsidP="00E3651A">
            <w:pPr>
              <w:spacing w:before="120" w:after="0"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7578B3">
              <w:rPr>
                <w:rFonts w:ascii="Cambria" w:hAnsi="Cambria"/>
                <w:b/>
                <w:sz w:val="32"/>
                <w:szCs w:val="32"/>
              </w:rPr>
              <w:t xml:space="preserve">WYKONAWCÓW WSPÓLNIE UBIEGAJĄCYCH SIĘ </w:t>
            </w:r>
          </w:p>
          <w:p w14:paraId="54E7A725" w14:textId="232C2B39" w:rsidR="00053927" w:rsidRPr="007578B3" w:rsidRDefault="008D442B" w:rsidP="00E3651A">
            <w:pPr>
              <w:spacing w:before="120" w:after="0"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7578B3">
              <w:rPr>
                <w:rFonts w:ascii="Cambria" w:hAnsi="Cambria"/>
                <w:b/>
                <w:sz w:val="32"/>
                <w:szCs w:val="32"/>
              </w:rPr>
              <w:t>O UDZIELENIE ZAMÓWIENIA</w:t>
            </w:r>
            <w:r w:rsidR="00053927" w:rsidRPr="007578B3">
              <w:rPr>
                <w:rFonts w:ascii="Cambria" w:hAnsi="Cambria"/>
                <w:b/>
                <w:sz w:val="32"/>
                <w:szCs w:val="32"/>
              </w:rPr>
              <w:t xml:space="preserve"> </w:t>
            </w:r>
          </w:p>
          <w:p w14:paraId="4C47F6E5" w14:textId="2C17470A" w:rsidR="00986C0D" w:rsidRPr="007578B3" w:rsidRDefault="00986C0D" w:rsidP="00E3651A">
            <w:pPr>
              <w:spacing w:before="360" w:after="0" w:line="276" w:lineRule="auto"/>
              <w:jc w:val="center"/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</w:pPr>
            <w:r w:rsidRPr="007578B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składane na podstawie art. 117 ust. 4 ustawy z dnia 11 września 2019 r. Prawo zamówień publicznych (Dz.U. z 202</w:t>
            </w:r>
            <w:r w:rsidR="00E946DF" w:rsidRPr="007578B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4</w:t>
            </w:r>
            <w:r w:rsidRPr="007578B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 poz. </w:t>
            </w:r>
            <w:r w:rsidR="00AB63DB" w:rsidRPr="007578B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1</w:t>
            </w:r>
            <w:r w:rsidR="00E946DF" w:rsidRPr="007578B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320</w:t>
            </w:r>
            <w:r w:rsidRPr="007578B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 xml:space="preserve">; dalej jako: </w:t>
            </w:r>
            <w:r w:rsidRPr="007578B3">
              <w:rPr>
                <w:rFonts w:ascii="Cambria" w:hAnsi="Cambria"/>
                <w:b/>
                <w:bCs/>
                <w:i/>
                <w:iCs/>
                <w:color w:val="0070C0"/>
                <w:sz w:val="20"/>
                <w:szCs w:val="20"/>
              </w:rPr>
              <w:t>ustawa PZP</w:t>
            </w:r>
            <w:r w:rsidRPr="007578B3">
              <w:rPr>
                <w:rFonts w:ascii="Cambria" w:hAnsi="Cambria"/>
                <w:b/>
                <w:bCs/>
                <w:color w:val="0070C0"/>
                <w:sz w:val="20"/>
                <w:szCs w:val="20"/>
              </w:rPr>
              <w:t>)</w:t>
            </w:r>
          </w:p>
          <w:p w14:paraId="5604251C" w14:textId="77777777" w:rsidR="00053927" w:rsidRPr="007578B3" w:rsidRDefault="00053927" w:rsidP="00E3651A">
            <w:pPr>
              <w:spacing w:before="120" w:after="360" w:line="276" w:lineRule="auto"/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7578B3">
              <w:rPr>
                <w:rFonts w:ascii="Cambria" w:hAnsi="Cambria"/>
                <w:b/>
                <w:bCs/>
                <w:color w:val="C00000"/>
                <w:sz w:val="20"/>
                <w:szCs w:val="20"/>
                <w:u w:val="single"/>
              </w:rPr>
              <w:t>Uwaga</w:t>
            </w:r>
            <w:r w:rsidRPr="007578B3">
              <w:rPr>
                <w:rFonts w:ascii="Cambria" w:hAnsi="Cambria"/>
                <w:b/>
                <w:bCs/>
                <w:color w:val="C00000"/>
                <w:sz w:val="20"/>
                <w:szCs w:val="20"/>
              </w:rPr>
              <w:t xml:space="preserve">: </w:t>
            </w:r>
            <w:r w:rsidRPr="007578B3">
              <w:rPr>
                <w:rFonts w:ascii="Cambria" w:hAnsi="Cambria"/>
                <w:b/>
                <w:bCs/>
                <w:i/>
                <w:color w:val="C00000"/>
                <w:sz w:val="20"/>
                <w:szCs w:val="20"/>
              </w:rPr>
              <w:t xml:space="preserve">Niniejsze </w:t>
            </w:r>
            <w:r w:rsidR="007A2C38" w:rsidRPr="007578B3">
              <w:rPr>
                <w:rFonts w:ascii="Cambria" w:hAnsi="Cambria"/>
                <w:b/>
                <w:bCs/>
                <w:i/>
                <w:color w:val="C00000"/>
                <w:sz w:val="20"/>
                <w:szCs w:val="20"/>
              </w:rPr>
              <w:t>oświadczenie należy wypełnić w sytuacji</w:t>
            </w:r>
            <w:r w:rsidRPr="007578B3">
              <w:rPr>
                <w:rFonts w:ascii="Cambria" w:hAnsi="Cambria"/>
                <w:b/>
                <w:bCs/>
                <w:i/>
                <w:color w:val="C00000"/>
                <w:sz w:val="20"/>
                <w:szCs w:val="20"/>
              </w:rPr>
              <w:t xml:space="preserve">, gdy </w:t>
            </w:r>
            <w:r w:rsidR="00B641BE" w:rsidRPr="007578B3">
              <w:rPr>
                <w:rFonts w:ascii="Cambria" w:hAnsi="Cambria"/>
                <w:b/>
                <w:bCs/>
                <w:i/>
                <w:color w:val="C00000"/>
                <w:sz w:val="20"/>
                <w:szCs w:val="20"/>
              </w:rPr>
              <w:t>W</w:t>
            </w:r>
            <w:r w:rsidRPr="007578B3">
              <w:rPr>
                <w:rFonts w:ascii="Cambria" w:hAnsi="Cambria"/>
                <w:b/>
                <w:bCs/>
                <w:i/>
                <w:color w:val="C00000"/>
                <w:sz w:val="20"/>
                <w:szCs w:val="20"/>
              </w:rPr>
              <w:t>ykonawc</w:t>
            </w:r>
            <w:r w:rsidR="00B641BE" w:rsidRPr="007578B3">
              <w:rPr>
                <w:rFonts w:ascii="Cambria" w:hAnsi="Cambria"/>
                <w:b/>
                <w:bCs/>
                <w:i/>
                <w:color w:val="C00000"/>
                <w:sz w:val="20"/>
                <w:szCs w:val="20"/>
              </w:rPr>
              <w:t>y wspólnie ubiegają się o udzielenie zamówienia</w:t>
            </w:r>
            <w:r w:rsidRPr="007578B3">
              <w:rPr>
                <w:rFonts w:ascii="Cambria" w:hAnsi="Cambria"/>
                <w:b/>
                <w:bCs/>
                <w:i/>
                <w:color w:val="C00000"/>
                <w:sz w:val="20"/>
                <w:szCs w:val="20"/>
              </w:rPr>
              <w:t>.</w:t>
            </w:r>
          </w:p>
        </w:tc>
      </w:tr>
    </w:tbl>
    <w:p w14:paraId="0FC9D8FF" w14:textId="77777777" w:rsidR="003C0E34" w:rsidRPr="007578B3" w:rsidRDefault="003C0E34" w:rsidP="003C0E34">
      <w:pPr>
        <w:widowControl w:val="0"/>
        <w:suppressAutoHyphens/>
        <w:autoSpaceDE w:val="0"/>
        <w:autoSpaceDN w:val="0"/>
        <w:adjustRightInd w:val="0"/>
        <w:spacing w:before="360" w:after="120" w:line="276" w:lineRule="auto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7578B3">
        <w:rPr>
          <w:rFonts w:ascii="Cambria" w:hAnsi="Cambria"/>
          <w:sz w:val="24"/>
          <w:szCs w:val="24"/>
        </w:rPr>
        <w:t xml:space="preserve">Na potrzeby postępowania o udzielenie zamówienia publicznego </w:t>
      </w:r>
      <w:r w:rsidRPr="007578B3">
        <w:rPr>
          <w:rFonts w:ascii="Cambria" w:eastAsia="Times New Roman" w:hAnsi="Cambria"/>
          <w:sz w:val="24"/>
          <w:szCs w:val="24"/>
          <w:lang w:eastAsia="pl-PL"/>
        </w:rPr>
        <w:t>pn.:</w:t>
      </w:r>
    </w:p>
    <w:p w14:paraId="7BA4321A" w14:textId="4D78057D" w:rsidR="007578B3" w:rsidRPr="00F73D3C" w:rsidRDefault="003C0E34" w:rsidP="007578B3">
      <w:pPr>
        <w:spacing w:after="0" w:line="360" w:lineRule="auto"/>
        <w:jc w:val="center"/>
        <w:rPr>
          <w:rFonts w:ascii="Cambria" w:hAnsi="Cambria"/>
          <w:b/>
          <w:sz w:val="24"/>
          <w:szCs w:val="24"/>
        </w:rPr>
      </w:pPr>
      <w:r w:rsidRPr="007578B3">
        <w:rPr>
          <w:rFonts w:ascii="Cambria" w:hAnsi="Cambria"/>
          <w:i/>
          <w:sz w:val="32"/>
          <w:szCs w:val="32"/>
        </w:rPr>
        <w:t>„</w:t>
      </w:r>
      <w:r w:rsidR="007578B3" w:rsidRPr="007578B3">
        <w:rPr>
          <w:rFonts w:ascii="Cambria" w:hAnsi="Cambria"/>
          <w:b/>
          <w:sz w:val="28"/>
          <w:szCs w:val="28"/>
        </w:rPr>
        <w:t xml:space="preserve">Przewóz uczniów Zespołu Szkół Sportowych i Mistrzostwa Sportowego w Gdańsku na pływalnie i z </w:t>
      </w:r>
      <w:r w:rsidR="007578B3" w:rsidRPr="00F73D3C">
        <w:rPr>
          <w:rFonts w:ascii="Cambria" w:hAnsi="Cambria"/>
          <w:b/>
          <w:sz w:val="24"/>
          <w:szCs w:val="24"/>
        </w:rPr>
        <w:t xml:space="preserve">powrotem </w:t>
      </w:r>
      <w:r w:rsidR="00F73D3C" w:rsidRPr="00F73D3C">
        <w:rPr>
          <w:rFonts w:ascii="Cambria" w:hAnsi="Cambria"/>
          <w:b/>
          <w:sz w:val="24"/>
          <w:szCs w:val="24"/>
        </w:rPr>
        <w:t xml:space="preserve"> w 2026r. </w:t>
      </w:r>
    </w:p>
    <w:p w14:paraId="40B2E79B" w14:textId="7A4C4ED6" w:rsidR="003C0E34" w:rsidRPr="007578B3" w:rsidRDefault="003C0E34" w:rsidP="007578B3">
      <w:pPr>
        <w:spacing w:after="0" w:line="360" w:lineRule="auto"/>
        <w:jc w:val="center"/>
        <w:rPr>
          <w:rFonts w:ascii="Cambria" w:hAnsi="Cambria"/>
          <w:b/>
        </w:rPr>
      </w:pPr>
      <w:r w:rsidRPr="007578B3">
        <w:rPr>
          <w:rFonts w:ascii="Cambria" w:hAnsi="Cambria"/>
        </w:rPr>
        <w:t>Znak sprawy:</w:t>
      </w:r>
      <w:r w:rsidRPr="007578B3">
        <w:rPr>
          <w:rFonts w:ascii="Cambria" w:hAnsi="Cambria"/>
          <w:b/>
        </w:rPr>
        <w:t xml:space="preserve"> </w:t>
      </w:r>
      <w:r w:rsidR="00F73D3C">
        <w:rPr>
          <w:rFonts w:ascii="Cambria" w:hAnsi="Cambria" w:cs="Arial"/>
          <w:b/>
        </w:rPr>
        <w:t>ZSSMiS/2025/2026/1</w:t>
      </w:r>
    </w:p>
    <w:p w14:paraId="2D397B03" w14:textId="7872962F" w:rsidR="003A486D" w:rsidRPr="007578B3" w:rsidRDefault="003C0E34" w:rsidP="003C0E34">
      <w:pPr>
        <w:widowControl w:val="0"/>
        <w:suppressAutoHyphens/>
        <w:autoSpaceDE w:val="0"/>
        <w:autoSpaceDN w:val="0"/>
        <w:adjustRightInd w:val="0"/>
        <w:spacing w:before="480" w:after="24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7578B3">
        <w:rPr>
          <w:rFonts w:ascii="Cambria" w:hAnsi="Cambria"/>
          <w:sz w:val="24"/>
          <w:szCs w:val="24"/>
        </w:rPr>
        <w:t>prowadzonego</w:t>
      </w:r>
      <w:r w:rsidR="007578B3" w:rsidRPr="007578B3">
        <w:rPr>
          <w:rFonts w:ascii="Cambria" w:hAnsi="Cambria"/>
          <w:b/>
          <w:sz w:val="28"/>
          <w:szCs w:val="28"/>
        </w:rPr>
        <w:t xml:space="preserve"> </w:t>
      </w:r>
      <w:r w:rsidR="007578B3" w:rsidRPr="007578B3">
        <w:rPr>
          <w:rFonts w:ascii="Cambria" w:hAnsi="Cambria"/>
          <w:sz w:val="24"/>
          <w:szCs w:val="24"/>
        </w:rPr>
        <w:t>przez</w:t>
      </w:r>
      <w:r w:rsidR="007578B3" w:rsidRPr="007578B3">
        <w:rPr>
          <w:rFonts w:ascii="Cambria" w:hAnsi="Cambria"/>
          <w:b/>
          <w:sz w:val="28"/>
          <w:szCs w:val="28"/>
        </w:rPr>
        <w:t xml:space="preserve"> Zespół Szkół Sportowych i Mistrzostwa Sportowego w Gdańsku</w:t>
      </w:r>
      <w:r w:rsidRPr="007578B3">
        <w:rPr>
          <w:rFonts w:ascii="Cambria" w:hAnsi="Cambria"/>
          <w:sz w:val="24"/>
          <w:szCs w:val="24"/>
        </w:rPr>
        <w:t xml:space="preserve"> </w:t>
      </w:r>
      <w:r w:rsidRPr="007578B3">
        <w:rPr>
          <w:rFonts w:ascii="Cambria" w:eastAsia="Times New Roman" w:hAnsi="Cambria"/>
          <w:sz w:val="24"/>
          <w:szCs w:val="24"/>
          <w:lang w:eastAsia="pl-PL"/>
        </w:rPr>
        <w:t xml:space="preserve">działając </w:t>
      </w:r>
      <w:r w:rsidR="003A486D" w:rsidRPr="007578B3">
        <w:rPr>
          <w:rFonts w:ascii="Cambria" w:eastAsia="Times New Roman" w:hAnsi="Cambria"/>
          <w:sz w:val="24"/>
          <w:szCs w:val="24"/>
          <w:lang w:eastAsia="pl-PL"/>
        </w:rPr>
        <w:t xml:space="preserve">w imieniu Wykonawców wspólnie ubiegających się o udzielenie zamówienia w </w:t>
      </w:r>
      <w:r w:rsidR="008D442B" w:rsidRPr="007578B3">
        <w:rPr>
          <w:rFonts w:ascii="Cambria" w:eastAsia="Times New Roman" w:hAnsi="Cambria"/>
          <w:sz w:val="24"/>
          <w:szCs w:val="24"/>
          <w:lang w:eastAsia="pl-PL"/>
        </w:rPr>
        <w:t>składzie:</w:t>
      </w:r>
    </w:p>
    <w:tbl>
      <w:tblPr>
        <w:tblW w:w="0" w:type="auto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80"/>
        <w:gridCol w:w="3742"/>
        <w:gridCol w:w="4740"/>
      </w:tblGrid>
      <w:tr w:rsidR="003A486D" w:rsidRPr="007578B3" w14:paraId="60B01A6B" w14:textId="77777777" w:rsidTr="00E3651A">
        <w:tc>
          <w:tcPr>
            <w:tcW w:w="550" w:type="dxa"/>
            <w:vAlign w:val="center"/>
          </w:tcPr>
          <w:p w14:paraId="1130E574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811" w:type="dxa"/>
            <w:vAlign w:val="center"/>
          </w:tcPr>
          <w:p w14:paraId="1BDF51EF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Nazwa</w:t>
            </w:r>
            <w:r w:rsidR="0024648D"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 xml:space="preserve"> </w:t>
            </w: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Wykonawcy</w:t>
            </w:r>
            <w:r w:rsidR="0024648D" w:rsidRPr="007578B3">
              <w:rPr>
                <w:rFonts w:ascii="Cambria" w:eastAsia="Times New Roman" w:hAnsi="Cambria"/>
                <w:color w:val="C00000"/>
                <w:sz w:val="24"/>
                <w:szCs w:val="24"/>
                <w:lang w:eastAsia="pl-PL"/>
              </w:rPr>
              <w:t xml:space="preserve"> </w:t>
            </w:r>
            <w:r w:rsidR="004A0686" w:rsidRPr="007578B3">
              <w:rPr>
                <w:rFonts w:ascii="Cambria" w:hAnsi="Cambria"/>
                <w:color w:val="C00000"/>
                <w:sz w:val="24"/>
                <w:szCs w:val="24"/>
              </w:rPr>
              <w:t>*</w:t>
            </w:r>
          </w:p>
        </w:tc>
        <w:tc>
          <w:tcPr>
            <w:tcW w:w="4859" w:type="dxa"/>
            <w:vAlign w:val="center"/>
          </w:tcPr>
          <w:p w14:paraId="6156F98A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Adres</w:t>
            </w:r>
          </w:p>
        </w:tc>
      </w:tr>
      <w:tr w:rsidR="003A486D" w:rsidRPr="007578B3" w14:paraId="7F54A4FF" w14:textId="77777777" w:rsidTr="00E3651A">
        <w:tc>
          <w:tcPr>
            <w:tcW w:w="550" w:type="dxa"/>
            <w:vAlign w:val="center"/>
          </w:tcPr>
          <w:p w14:paraId="5EF25B4D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11" w:type="dxa"/>
            <w:vAlign w:val="center"/>
          </w:tcPr>
          <w:p w14:paraId="12A59069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4859" w:type="dxa"/>
            <w:vAlign w:val="center"/>
          </w:tcPr>
          <w:p w14:paraId="74A1D426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E3651A" w:rsidRPr="007578B3" w14:paraId="53F5F2D8" w14:textId="77777777" w:rsidTr="00E3651A">
        <w:tc>
          <w:tcPr>
            <w:tcW w:w="550" w:type="dxa"/>
            <w:vAlign w:val="center"/>
          </w:tcPr>
          <w:p w14:paraId="3D255937" w14:textId="0634A6B3" w:rsidR="00E3651A" w:rsidRPr="007578B3" w:rsidRDefault="00E3651A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11" w:type="dxa"/>
            <w:vAlign w:val="center"/>
          </w:tcPr>
          <w:p w14:paraId="5CDC627A" w14:textId="77777777" w:rsidR="00E3651A" w:rsidRPr="007578B3" w:rsidRDefault="00E3651A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4859" w:type="dxa"/>
            <w:vAlign w:val="center"/>
          </w:tcPr>
          <w:p w14:paraId="0DBAD7D0" w14:textId="77777777" w:rsidR="00E3651A" w:rsidRPr="007578B3" w:rsidRDefault="00E3651A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3A486D" w:rsidRPr="007578B3" w14:paraId="28A20555" w14:textId="77777777" w:rsidTr="00E3651A">
        <w:tc>
          <w:tcPr>
            <w:tcW w:w="550" w:type="dxa"/>
            <w:vAlign w:val="center"/>
          </w:tcPr>
          <w:p w14:paraId="6D4AB9C1" w14:textId="24CE48F8" w:rsidR="003A486D" w:rsidRPr="007578B3" w:rsidRDefault="00986C0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(…)</w:t>
            </w:r>
          </w:p>
        </w:tc>
        <w:tc>
          <w:tcPr>
            <w:tcW w:w="3811" w:type="dxa"/>
            <w:vAlign w:val="center"/>
          </w:tcPr>
          <w:p w14:paraId="66C50956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4859" w:type="dxa"/>
            <w:vAlign w:val="center"/>
          </w:tcPr>
          <w:p w14:paraId="30041B8F" w14:textId="77777777" w:rsidR="003A486D" w:rsidRPr="007578B3" w:rsidRDefault="003A486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</w:tbl>
    <w:p w14:paraId="29B02AB6" w14:textId="15DBB985" w:rsidR="00DC652A" w:rsidRPr="007578B3" w:rsidRDefault="0024648D" w:rsidP="003C0E34">
      <w:pPr>
        <w:widowControl w:val="0"/>
        <w:suppressAutoHyphens/>
        <w:autoSpaceDE w:val="0"/>
        <w:autoSpaceDN w:val="0"/>
        <w:adjustRightInd w:val="0"/>
        <w:spacing w:before="360" w:after="240" w:line="276" w:lineRule="auto"/>
        <w:jc w:val="both"/>
        <w:rPr>
          <w:rFonts w:ascii="Cambria" w:eastAsia="Times New Roman" w:hAnsi="Cambria"/>
          <w:b/>
          <w:bCs/>
          <w:sz w:val="24"/>
          <w:szCs w:val="24"/>
          <w:lang w:eastAsia="pl-PL"/>
        </w:rPr>
      </w:pPr>
      <w:r w:rsidRPr="007578B3">
        <w:rPr>
          <w:rFonts w:ascii="Cambria" w:eastAsia="Times New Roman" w:hAnsi="Cambria"/>
          <w:b/>
          <w:bCs/>
          <w:sz w:val="24"/>
          <w:szCs w:val="24"/>
          <w:lang w:eastAsia="pl-PL"/>
        </w:rPr>
        <w:t>o</w:t>
      </w:r>
      <w:r w:rsidR="008D442B" w:rsidRPr="007578B3">
        <w:rPr>
          <w:rFonts w:ascii="Cambria" w:eastAsia="Times New Roman" w:hAnsi="Cambria"/>
          <w:b/>
          <w:bCs/>
          <w:sz w:val="24"/>
          <w:szCs w:val="24"/>
          <w:lang w:eastAsia="pl-PL"/>
        </w:rPr>
        <w:t xml:space="preserve">świadczam, </w:t>
      </w:r>
      <w:r w:rsidR="008D442B" w:rsidRPr="007578B3">
        <w:rPr>
          <w:rFonts w:ascii="Cambria" w:eastAsia="Times New Roman" w:hAnsi="Cambria"/>
          <w:sz w:val="24"/>
          <w:szCs w:val="24"/>
          <w:lang w:eastAsia="pl-PL"/>
        </w:rPr>
        <w:t xml:space="preserve">stosownie do postanowień art. 117 ust. 4 </w:t>
      </w:r>
      <w:r w:rsidRPr="007578B3">
        <w:rPr>
          <w:rFonts w:ascii="Cambria" w:hAnsi="Cambria"/>
          <w:sz w:val="24"/>
          <w:szCs w:val="24"/>
        </w:rPr>
        <w:t xml:space="preserve">ustawy z dnia 11 września 2019r. Prawo zamówień publicznych </w:t>
      </w:r>
      <w:r w:rsidR="00D7240E" w:rsidRPr="007578B3">
        <w:rPr>
          <w:rFonts w:ascii="Cambria" w:hAnsi="Cambria"/>
          <w:sz w:val="24"/>
          <w:szCs w:val="24"/>
        </w:rPr>
        <w:t>(</w:t>
      </w:r>
      <w:r w:rsidR="007578B3" w:rsidRPr="007578B3">
        <w:rPr>
          <w:rFonts w:ascii="Cambria" w:hAnsi="Cambria"/>
          <w:sz w:val="24"/>
          <w:szCs w:val="24"/>
        </w:rPr>
        <w:t>tj.</w:t>
      </w:r>
      <w:r w:rsidR="00D7240E" w:rsidRPr="007578B3">
        <w:rPr>
          <w:rFonts w:ascii="Cambria" w:hAnsi="Cambria"/>
          <w:sz w:val="24"/>
          <w:szCs w:val="24"/>
        </w:rPr>
        <w:t xml:space="preserve"> Dz. U. z 202</w:t>
      </w:r>
      <w:r w:rsidR="007578B3" w:rsidRPr="007578B3">
        <w:rPr>
          <w:rFonts w:ascii="Cambria" w:hAnsi="Cambria"/>
          <w:sz w:val="24"/>
          <w:szCs w:val="24"/>
        </w:rPr>
        <w:t>4</w:t>
      </w:r>
      <w:r w:rsidR="00B84D0F" w:rsidRPr="007578B3">
        <w:rPr>
          <w:rFonts w:ascii="Cambria" w:hAnsi="Cambria"/>
          <w:sz w:val="24"/>
          <w:szCs w:val="24"/>
        </w:rPr>
        <w:t xml:space="preserve"> </w:t>
      </w:r>
      <w:r w:rsidR="00D7240E" w:rsidRPr="007578B3">
        <w:rPr>
          <w:rFonts w:ascii="Cambria" w:hAnsi="Cambria"/>
          <w:sz w:val="24"/>
          <w:szCs w:val="24"/>
        </w:rPr>
        <w:t>r. poz. 1</w:t>
      </w:r>
      <w:r w:rsidR="007578B3" w:rsidRPr="007578B3">
        <w:rPr>
          <w:rFonts w:ascii="Cambria" w:hAnsi="Cambria"/>
          <w:sz w:val="24"/>
          <w:szCs w:val="24"/>
        </w:rPr>
        <w:t>320</w:t>
      </w:r>
      <w:r w:rsidR="00D7240E" w:rsidRPr="007578B3">
        <w:rPr>
          <w:rFonts w:ascii="Cambria" w:hAnsi="Cambria"/>
          <w:sz w:val="24"/>
          <w:szCs w:val="24"/>
        </w:rPr>
        <w:t>)</w:t>
      </w:r>
      <w:r w:rsidRPr="007578B3">
        <w:rPr>
          <w:rFonts w:ascii="Cambria" w:hAnsi="Cambria"/>
          <w:sz w:val="24"/>
          <w:szCs w:val="24"/>
        </w:rPr>
        <w:t>, że w ramach zamówienia</w:t>
      </w:r>
      <w:r w:rsidR="00BE3BCE" w:rsidRPr="007578B3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7578B3">
        <w:rPr>
          <w:rFonts w:ascii="Cambria" w:eastAsia="Times New Roman" w:hAnsi="Cambria"/>
          <w:sz w:val="24"/>
          <w:szCs w:val="24"/>
          <w:lang w:eastAsia="pl-PL"/>
        </w:rPr>
        <w:t xml:space="preserve">następujące roboty wykonają wskazani niżej Wykonawcy wspólnie ubiegający się </w:t>
      </w:r>
      <w:r w:rsidR="00B641BE" w:rsidRPr="007578B3">
        <w:rPr>
          <w:rFonts w:ascii="Cambria" w:eastAsia="Times New Roman" w:hAnsi="Cambria"/>
          <w:sz w:val="24"/>
          <w:szCs w:val="24"/>
          <w:lang w:eastAsia="pl-PL"/>
        </w:rPr>
        <w:t>u</w:t>
      </w:r>
      <w:r w:rsidRPr="007578B3">
        <w:rPr>
          <w:rFonts w:ascii="Cambria" w:eastAsia="Times New Roman" w:hAnsi="Cambria"/>
          <w:sz w:val="24"/>
          <w:szCs w:val="24"/>
          <w:lang w:eastAsia="pl-PL"/>
        </w:rPr>
        <w:t>dzielenie zamówienia</w:t>
      </w:r>
      <w:r w:rsidR="00DC652A" w:rsidRPr="007578B3">
        <w:rPr>
          <w:rFonts w:ascii="Cambria" w:eastAsia="Times New Roman" w:hAnsi="Cambria"/>
          <w:sz w:val="24"/>
          <w:szCs w:val="24"/>
          <w:lang w:eastAsia="pl-PL"/>
        </w:rPr>
        <w:t>:</w:t>
      </w:r>
    </w:p>
    <w:tbl>
      <w:tblPr>
        <w:tblW w:w="9072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617"/>
        <w:gridCol w:w="3773"/>
        <w:gridCol w:w="4682"/>
      </w:tblGrid>
      <w:tr w:rsidR="00B641BE" w:rsidRPr="007578B3" w14:paraId="39F4365F" w14:textId="77777777" w:rsidTr="00A7763D">
        <w:tc>
          <w:tcPr>
            <w:tcW w:w="617" w:type="dxa"/>
            <w:vAlign w:val="center"/>
          </w:tcPr>
          <w:p w14:paraId="666360AF" w14:textId="77777777" w:rsidR="00B641BE" w:rsidRPr="007578B3" w:rsidRDefault="00B641BE" w:rsidP="00E3651A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773" w:type="dxa"/>
            <w:vAlign w:val="center"/>
          </w:tcPr>
          <w:p w14:paraId="0D80FEE1" w14:textId="094A6BD4" w:rsidR="00B641BE" w:rsidRPr="007578B3" w:rsidRDefault="00B641BE" w:rsidP="00E3651A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Nazwa Wykonawcy</w:t>
            </w:r>
            <w:r w:rsidR="00E3651A"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 xml:space="preserve"> </w:t>
            </w:r>
            <w:r w:rsidR="00986C0D" w:rsidRPr="007578B3">
              <w:rPr>
                <w:rFonts w:ascii="Cambria" w:eastAsia="Times New Roman" w:hAnsi="Cambria"/>
                <w:color w:val="C00000"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4682" w:type="dxa"/>
            <w:vAlign w:val="center"/>
          </w:tcPr>
          <w:p w14:paraId="28BEC765" w14:textId="45232693" w:rsidR="00B641BE" w:rsidRPr="007578B3" w:rsidRDefault="00B641BE" w:rsidP="007578B3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 xml:space="preserve">Wykaz realizowanych </w:t>
            </w:r>
            <w:r w:rsidR="007578B3"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usług</w:t>
            </w:r>
          </w:p>
        </w:tc>
      </w:tr>
      <w:tr w:rsidR="00B641BE" w:rsidRPr="007578B3" w14:paraId="40A9C53B" w14:textId="77777777" w:rsidTr="00A7763D">
        <w:tc>
          <w:tcPr>
            <w:tcW w:w="617" w:type="dxa"/>
            <w:vAlign w:val="center"/>
          </w:tcPr>
          <w:p w14:paraId="68D6BBB1" w14:textId="77777777" w:rsidR="00B641BE" w:rsidRPr="007578B3" w:rsidRDefault="00B641BE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773" w:type="dxa"/>
          </w:tcPr>
          <w:p w14:paraId="10EB65B2" w14:textId="77777777" w:rsidR="00B641BE" w:rsidRPr="007578B3" w:rsidRDefault="00B641BE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4682" w:type="dxa"/>
          </w:tcPr>
          <w:p w14:paraId="31A922D3" w14:textId="77777777" w:rsidR="00B641BE" w:rsidRPr="007578B3" w:rsidRDefault="00B641BE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E3651A" w:rsidRPr="007578B3" w14:paraId="0CAC5781" w14:textId="77777777" w:rsidTr="00A7763D">
        <w:tc>
          <w:tcPr>
            <w:tcW w:w="617" w:type="dxa"/>
            <w:vAlign w:val="center"/>
          </w:tcPr>
          <w:p w14:paraId="5DAEB370" w14:textId="4DD46529" w:rsidR="00E3651A" w:rsidRPr="007578B3" w:rsidRDefault="00E3651A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3773" w:type="dxa"/>
          </w:tcPr>
          <w:p w14:paraId="1226B152" w14:textId="77777777" w:rsidR="00E3651A" w:rsidRPr="007578B3" w:rsidRDefault="00E3651A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4682" w:type="dxa"/>
          </w:tcPr>
          <w:p w14:paraId="716D6443" w14:textId="77777777" w:rsidR="00E3651A" w:rsidRPr="007578B3" w:rsidRDefault="00E3651A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tr w:rsidR="00B641BE" w:rsidRPr="007578B3" w14:paraId="0834F142" w14:textId="77777777" w:rsidTr="00A7763D">
        <w:tc>
          <w:tcPr>
            <w:tcW w:w="617" w:type="dxa"/>
            <w:vAlign w:val="center"/>
          </w:tcPr>
          <w:p w14:paraId="4C003456" w14:textId="114D0F7F" w:rsidR="00B641BE" w:rsidRPr="007578B3" w:rsidRDefault="00986C0D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center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  <w:r w:rsidRPr="007578B3">
              <w:rPr>
                <w:rFonts w:ascii="Cambria" w:eastAsia="Times New Roman" w:hAnsi="Cambria"/>
                <w:sz w:val="24"/>
                <w:szCs w:val="24"/>
                <w:lang w:eastAsia="pl-PL"/>
              </w:rPr>
              <w:t>(…)</w:t>
            </w:r>
          </w:p>
        </w:tc>
        <w:tc>
          <w:tcPr>
            <w:tcW w:w="3773" w:type="dxa"/>
          </w:tcPr>
          <w:p w14:paraId="3EE4A128" w14:textId="77777777" w:rsidR="00B641BE" w:rsidRPr="007578B3" w:rsidRDefault="00B641BE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  <w:tc>
          <w:tcPr>
            <w:tcW w:w="4682" w:type="dxa"/>
          </w:tcPr>
          <w:p w14:paraId="6407542B" w14:textId="77777777" w:rsidR="00B641BE" w:rsidRPr="007578B3" w:rsidRDefault="00B641BE" w:rsidP="003C0E34">
            <w:pPr>
              <w:widowControl w:val="0"/>
              <w:suppressAutoHyphens/>
              <w:autoSpaceDE w:val="0"/>
              <w:autoSpaceDN w:val="0"/>
              <w:adjustRightInd w:val="0"/>
              <w:spacing w:before="60" w:after="120" w:line="276" w:lineRule="auto"/>
              <w:jc w:val="both"/>
              <w:rPr>
                <w:rFonts w:ascii="Cambria" w:eastAsia="Times New Roman" w:hAnsi="Cambria"/>
                <w:sz w:val="24"/>
                <w:szCs w:val="24"/>
                <w:lang w:eastAsia="pl-PL"/>
              </w:rPr>
            </w:pPr>
          </w:p>
        </w:tc>
      </w:tr>
      <w:bookmarkEnd w:id="0"/>
    </w:tbl>
    <w:p w14:paraId="6A420E58" w14:textId="682AFDA8" w:rsidR="007A2C38" w:rsidRPr="007578B3" w:rsidRDefault="007A2C38" w:rsidP="003C0E3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/>
          <w:iCs/>
          <w:sz w:val="18"/>
          <w:szCs w:val="19"/>
          <w:lang w:eastAsia="pl-PL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50"/>
        <w:gridCol w:w="2271"/>
        <w:gridCol w:w="4251"/>
      </w:tblGrid>
      <w:tr w:rsidR="00A7763D" w:rsidRPr="007578B3" w14:paraId="1AA11345" w14:textId="77777777" w:rsidTr="00A7763D">
        <w:tc>
          <w:tcPr>
            <w:tcW w:w="1405" w:type="pct"/>
            <w:hideMark/>
          </w:tcPr>
          <w:p w14:paraId="6726F126" w14:textId="77777777" w:rsidR="00A7763D" w:rsidRPr="007578B3" w:rsidRDefault="00A7763D" w:rsidP="00A7763D">
            <w:pPr>
              <w:spacing w:before="840" w:after="0" w:line="276" w:lineRule="auto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  <w:r w:rsidRPr="007578B3">
              <w:rPr>
                <w:rFonts w:ascii="Cambria" w:hAnsi="Cambria"/>
                <w:sz w:val="16"/>
                <w:szCs w:val="16"/>
              </w:rPr>
              <w:t>……………………….,</w:t>
            </w:r>
          </w:p>
        </w:tc>
        <w:tc>
          <w:tcPr>
            <w:tcW w:w="1251" w:type="pct"/>
            <w:hideMark/>
          </w:tcPr>
          <w:p w14:paraId="5BFE32CB" w14:textId="77777777" w:rsidR="00A7763D" w:rsidRPr="007578B3" w:rsidRDefault="00A7763D" w:rsidP="00A7763D">
            <w:pPr>
              <w:spacing w:before="840" w:after="0" w:line="276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7578B3">
              <w:rPr>
                <w:rFonts w:ascii="Cambria" w:hAnsi="Cambria"/>
                <w:sz w:val="16"/>
                <w:szCs w:val="16"/>
              </w:rPr>
              <w:t>……………….</w:t>
            </w:r>
          </w:p>
        </w:tc>
        <w:tc>
          <w:tcPr>
            <w:tcW w:w="2343" w:type="pct"/>
            <w:hideMark/>
          </w:tcPr>
          <w:p w14:paraId="41EF767B" w14:textId="77777777" w:rsidR="00A7763D" w:rsidRPr="007578B3" w:rsidRDefault="00A7763D" w:rsidP="00A7763D">
            <w:pPr>
              <w:spacing w:before="840" w:after="0" w:line="276" w:lineRule="auto"/>
              <w:jc w:val="right"/>
              <w:rPr>
                <w:rFonts w:ascii="Cambria" w:hAnsi="Cambria"/>
                <w:sz w:val="16"/>
                <w:szCs w:val="16"/>
              </w:rPr>
            </w:pPr>
            <w:r w:rsidRPr="007578B3">
              <w:rPr>
                <w:rFonts w:ascii="Cambria" w:hAnsi="Cambria"/>
                <w:sz w:val="16"/>
                <w:szCs w:val="16"/>
              </w:rPr>
              <w:t>…………………………………….</w:t>
            </w:r>
          </w:p>
        </w:tc>
      </w:tr>
      <w:tr w:rsidR="00A7763D" w:rsidRPr="007578B3" w14:paraId="6341DC41" w14:textId="77777777" w:rsidTr="00A7763D">
        <w:tc>
          <w:tcPr>
            <w:tcW w:w="1405" w:type="pct"/>
            <w:hideMark/>
          </w:tcPr>
          <w:p w14:paraId="306CF597" w14:textId="77777777" w:rsidR="00A7763D" w:rsidRPr="007578B3" w:rsidRDefault="00A7763D" w:rsidP="00A7763D">
            <w:pPr>
              <w:spacing w:after="0"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78B3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1251" w:type="pct"/>
            <w:hideMark/>
          </w:tcPr>
          <w:p w14:paraId="5F166C2F" w14:textId="77777777" w:rsidR="00A7763D" w:rsidRPr="007578B3" w:rsidRDefault="00A7763D" w:rsidP="00A7763D">
            <w:pPr>
              <w:spacing w:after="0"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78B3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2343" w:type="pct"/>
            <w:hideMark/>
          </w:tcPr>
          <w:p w14:paraId="42C7A5B0" w14:textId="77777777" w:rsidR="008F0E61" w:rsidRPr="007578B3" w:rsidRDefault="00A7763D" w:rsidP="008F0E61">
            <w:pPr>
              <w:spacing w:after="0"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78B3">
              <w:rPr>
                <w:rFonts w:ascii="Cambria" w:hAnsi="Cambria"/>
                <w:i/>
                <w:iCs/>
                <w:sz w:val="16"/>
                <w:szCs w:val="16"/>
              </w:rPr>
              <w:t>Kwalifikowany podpis elektroniczny/</w:t>
            </w:r>
          </w:p>
          <w:p w14:paraId="7A41281A" w14:textId="753D1125" w:rsidR="00A7763D" w:rsidRPr="007578B3" w:rsidRDefault="00A7763D" w:rsidP="008F0E61">
            <w:pPr>
              <w:spacing w:after="0"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78B3">
              <w:rPr>
                <w:rFonts w:ascii="Cambria" w:hAnsi="Cambria"/>
                <w:i/>
                <w:iCs/>
                <w:sz w:val="16"/>
                <w:szCs w:val="16"/>
              </w:rPr>
              <w:t>podpis zaufany/</w:t>
            </w:r>
          </w:p>
          <w:p w14:paraId="388070D4" w14:textId="77777777" w:rsidR="008F0E61" w:rsidRPr="007578B3" w:rsidRDefault="00A7763D" w:rsidP="00A7763D">
            <w:pPr>
              <w:spacing w:after="0"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78B3">
              <w:rPr>
                <w:rFonts w:ascii="Cambria" w:hAnsi="Cambria"/>
                <w:i/>
                <w:iCs/>
                <w:sz w:val="16"/>
                <w:szCs w:val="16"/>
              </w:rPr>
              <w:t>podpis osobisty</w:t>
            </w:r>
          </w:p>
          <w:p w14:paraId="032D2A1B" w14:textId="77777777" w:rsidR="008F0E61" w:rsidRPr="007578B3" w:rsidRDefault="00A7763D" w:rsidP="00A7763D">
            <w:pPr>
              <w:spacing w:after="0"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78B3">
              <w:rPr>
                <w:rFonts w:ascii="Cambria" w:hAnsi="Cambria"/>
                <w:i/>
                <w:iCs/>
                <w:sz w:val="16"/>
                <w:szCs w:val="16"/>
              </w:rPr>
              <w:t xml:space="preserve">osoby uprawnionej do reprezentowania </w:t>
            </w:r>
          </w:p>
          <w:p w14:paraId="30AC7644" w14:textId="435A8856" w:rsidR="00A7763D" w:rsidRPr="007578B3" w:rsidRDefault="008F0E61" w:rsidP="00A7763D">
            <w:pPr>
              <w:spacing w:after="0"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7578B3">
              <w:rPr>
                <w:rFonts w:ascii="Cambria" w:hAnsi="Cambria"/>
                <w:i/>
                <w:iCs/>
                <w:sz w:val="16"/>
                <w:szCs w:val="16"/>
              </w:rPr>
              <w:t>WYKONAWCY</w:t>
            </w:r>
          </w:p>
        </w:tc>
      </w:tr>
    </w:tbl>
    <w:p w14:paraId="5451F304" w14:textId="77777777" w:rsidR="00A7763D" w:rsidRPr="007578B3" w:rsidRDefault="00A7763D" w:rsidP="003C0E3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/>
          <w:iCs/>
          <w:sz w:val="18"/>
          <w:szCs w:val="19"/>
          <w:lang w:eastAsia="pl-PL"/>
        </w:rPr>
      </w:pPr>
    </w:p>
    <w:p w14:paraId="08BA6668" w14:textId="77777777" w:rsidR="004A0686" w:rsidRPr="007578B3" w:rsidRDefault="004A0686" w:rsidP="003C0E3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eastAsia="Times New Roman" w:hAnsi="Cambria"/>
          <w:iCs/>
          <w:sz w:val="18"/>
          <w:szCs w:val="19"/>
          <w:lang w:eastAsia="pl-PL"/>
        </w:rPr>
      </w:pPr>
    </w:p>
    <w:p w14:paraId="71F76258" w14:textId="4ABE77BE" w:rsidR="004A0686" w:rsidRPr="007578B3" w:rsidRDefault="004A0686" w:rsidP="003C0E34">
      <w:pPr>
        <w:spacing w:line="276" w:lineRule="auto"/>
        <w:jc w:val="right"/>
        <w:rPr>
          <w:rFonts w:ascii="Cambria" w:hAnsi="Cambria"/>
          <w:i/>
          <w:iCs/>
          <w:color w:val="C00000"/>
          <w:sz w:val="20"/>
          <w:szCs w:val="20"/>
          <w:lang w:eastAsia="pl-PL"/>
        </w:rPr>
      </w:pPr>
    </w:p>
    <w:sectPr w:rsidR="004A0686" w:rsidRPr="007578B3" w:rsidSect="00E3651A">
      <w:footerReference w:type="default" r:id="rId8"/>
      <w:pgSz w:w="11906" w:h="16838"/>
      <w:pgMar w:top="1417" w:right="1417" w:bottom="1417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A2FFA" w14:textId="77777777" w:rsidR="00B17D11" w:rsidRDefault="00B17D11" w:rsidP="00025386">
      <w:pPr>
        <w:spacing w:after="0" w:line="240" w:lineRule="auto"/>
      </w:pPr>
      <w:r>
        <w:separator/>
      </w:r>
    </w:p>
  </w:endnote>
  <w:endnote w:type="continuationSeparator" w:id="0">
    <w:p w14:paraId="63CE085A" w14:textId="77777777" w:rsidR="00B17D11" w:rsidRDefault="00B17D1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9824" w14:textId="1AA09761" w:rsidR="00025386" w:rsidRDefault="00986C0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DE3EF16" wp14:editId="516E96EB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DC31AF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41559749" w14:textId="0BF95B8C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578B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578B3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0B99AF2D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C09FA" w14:textId="77777777" w:rsidR="00B17D11" w:rsidRDefault="00B17D11" w:rsidP="00025386">
      <w:pPr>
        <w:spacing w:after="0" w:line="240" w:lineRule="auto"/>
      </w:pPr>
      <w:r>
        <w:separator/>
      </w:r>
    </w:p>
  </w:footnote>
  <w:footnote w:type="continuationSeparator" w:id="0">
    <w:p w14:paraId="7D654610" w14:textId="77777777" w:rsidR="00B17D11" w:rsidRDefault="00B17D11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28309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1655"/>
    <w:rsid w:val="00025386"/>
    <w:rsid w:val="000423B9"/>
    <w:rsid w:val="00053927"/>
    <w:rsid w:val="00075306"/>
    <w:rsid w:val="00084786"/>
    <w:rsid w:val="000861DC"/>
    <w:rsid w:val="0016158F"/>
    <w:rsid w:val="001632EC"/>
    <w:rsid w:val="001C2314"/>
    <w:rsid w:val="001E2AC4"/>
    <w:rsid w:val="00203EF8"/>
    <w:rsid w:val="00213980"/>
    <w:rsid w:val="0024648D"/>
    <w:rsid w:val="002A03A5"/>
    <w:rsid w:val="002E69FE"/>
    <w:rsid w:val="00331C49"/>
    <w:rsid w:val="00392C20"/>
    <w:rsid w:val="003A486D"/>
    <w:rsid w:val="003A7A40"/>
    <w:rsid w:val="003C0E34"/>
    <w:rsid w:val="00432B5A"/>
    <w:rsid w:val="004374F2"/>
    <w:rsid w:val="00460705"/>
    <w:rsid w:val="00485239"/>
    <w:rsid w:val="004A0686"/>
    <w:rsid w:val="004B1F03"/>
    <w:rsid w:val="004E27D7"/>
    <w:rsid w:val="0055145C"/>
    <w:rsid w:val="005624D8"/>
    <w:rsid w:val="005E7DBD"/>
    <w:rsid w:val="00601655"/>
    <w:rsid w:val="00611113"/>
    <w:rsid w:val="00620476"/>
    <w:rsid w:val="00647327"/>
    <w:rsid w:val="00657A47"/>
    <w:rsid w:val="006A10C0"/>
    <w:rsid w:val="006C73E6"/>
    <w:rsid w:val="00745A44"/>
    <w:rsid w:val="007578B3"/>
    <w:rsid w:val="00760B05"/>
    <w:rsid w:val="007666D6"/>
    <w:rsid w:val="00786D3A"/>
    <w:rsid w:val="007A2C38"/>
    <w:rsid w:val="007F3B9E"/>
    <w:rsid w:val="00824D73"/>
    <w:rsid w:val="00830970"/>
    <w:rsid w:val="0087706D"/>
    <w:rsid w:val="008833CF"/>
    <w:rsid w:val="008B797E"/>
    <w:rsid w:val="008D442B"/>
    <w:rsid w:val="008D6B52"/>
    <w:rsid w:val="008F0E61"/>
    <w:rsid w:val="008F2498"/>
    <w:rsid w:val="0093388F"/>
    <w:rsid w:val="00955282"/>
    <w:rsid w:val="00986C0D"/>
    <w:rsid w:val="009C7576"/>
    <w:rsid w:val="009E5953"/>
    <w:rsid w:val="00A56A6F"/>
    <w:rsid w:val="00A7763D"/>
    <w:rsid w:val="00A87380"/>
    <w:rsid w:val="00A949D7"/>
    <w:rsid w:val="00AA38E7"/>
    <w:rsid w:val="00AB63DB"/>
    <w:rsid w:val="00AF066A"/>
    <w:rsid w:val="00AF4E90"/>
    <w:rsid w:val="00AF7375"/>
    <w:rsid w:val="00B00FD5"/>
    <w:rsid w:val="00B17D11"/>
    <w:rsid w:val="00B30AF1"/>
    <w:rsid w:val="00B63817"/>
    <w:rsid w:val="00B641BE"/>
    <w:rsid w:val="00B77707"/>
    <w:rsid w:val="00B84D0F"/>
    <w:rsid w:val="00BB77BB"/>
    <w:rsid w:val="00BE3BCE"/>
    <w:rsid w:val="00C0066B"/>
    <w:rsid w:val="00C91D94"/>
    <w:rsid w:val="00CA6A87"/>
    <w:rsid w:val="00CB29AC"/>
    <w:rsid w:val="00D45176"/>
    <w:rsid w:val="00D55FC4"/>
    <w:rsid w:val="00D7240E"/>
    <w:rsid w:val="00D9320D"/>
    <w:rsid w:val="00DB0B77"/>
    <w:rsid w:val="00DC4842"/>
    <w:rsid w:val="00DC587A"/>
    <w:rsid w:val="00DC652A"/>
    <w:rsid w:val="00DD33A1"/>
    <w:rsid w:val="00DD5A8E"/>
    <w:rsid w:val="00DE3B21"/>
    <w:rsid w:val="00DE73DD"/>
    <w:rsid w:val="00E27ABB"/>
    <w:rsid w:val="00E3651A"/>
    <w:rsid w:val="00E67109"/>
    <w:rsid w:val="00E86D3B"/>
    <w:rsid w:val="00E946DF"/>
    <w:rsid w:val="00EB4679"/>
    <w:rsid w:val="00EC10EE"/>
    <w:rsid w:val="00EE3E0D"/>
    <w:rsid w:val="00EF3368"/>
    <w:rsid w:val="00F334B4"/>
    <w:rsid w:val="00F60F0D"/>
    <w:rsid w:val="00F73D3C"/>
    <w:rsid w:val="00F86CFE"/>
    <w:rsid w:val="00FA6FF7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2697C8"/>
  <w15:chartTrackingRefBased/>
  <w15:docId w15:val="{478E0360-82F8-45B5-B43E-D282273AE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0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4506~1.PE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1CA1C5-7E3C-4E40-A051-B0909A812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187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Magda</cp:lastModifiedBy>
  <cp:revision>4</cp:revision>
  <dcterms:created xsi:type="dcterms:W3CDTF">2025-06-29T19:49:00Z</dcterms:created>
  <dcterms:modified xsi:type="dcterms:W3CDTF">2025-12-09T23:48:00Z</dcterms:modified>
</cp:coreProperties>
</file>